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227F675E" w:rsidR="0020639C" w:rsidRPr="00735DE7" w:rsidRDefault="00DF55D4" w:rsidP="00157D48">
            <w:pPr>
              <w:jc w:val="right"/>
            </w:pPr>
            <w:r>
              <w:rPr>
                <w:rFonts w:ascii="Arial" w:hAnsi="Arial"/>
              </w:rPr>
              <w:t>82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4F7B4DBF" w:rsidR="00C42BFF" w:rsidRDefault="00DF55D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8628435" wp14:editId="0676CDB5">
                  <wp:extent cx="129603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6000CD65" w:rsidR="00C42BFF" w:rsidRDefault="00DF55D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9D491DB" wp14:editId="0AEC4332">
                  <wp:extent cx="156210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0061E066" w:rsidR="00C42BFF" w:rsidRDefault="00DF55D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5EA6752" wp14:editId="4C8A8C75">
                  <wp:extent cx="1075055" cy="216027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0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6CABC594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B76C8D">
        <w:rPr>
          <w:rFonts w:ascii="Arial" w:hAnsi="Arial" w:cs="Arial"/>
          <w:lang w:val="nl-BE"/>
        </w:rPr>
        <w:t>8</w:t>
      </w:r>
      <w:r w:rsidR="00DF55D4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F67073C" w14:textId="11E9F533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B76C8D">
        <w:rPr>
          <w:rFonts w:ascii="Arial" w:hAnsi="Arial" w:cs="Arial"/>
          <w:lang w:val="nl-BE"/>
        </w:rPr>
        <w:t>10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FC8C9" w14:textId="77777777" w:rsidR="00002A8C" w:rsidRDefault="00002A8C">
      <w:r>
        <w:separator/>
      </w:r>
    </w:p>
  </w:endnote>
  <w:endnote w:type="continuationSeparator" w:id="0">
    <w:p w14:paraId="6DE6B05E" w14:textId="77777777" w:rsidR="00002A8C" w:rsidRDefault="0000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A2652" w14:textId="77777777" w:rsidR="00002A8C" w:rsidRDefault="00002A8C">
      <w:r>
        <w:separator/>
      </w:r>
    </w:p>
  </w:footnote>
  <w:footnote w:type="continuationSeparator" w:id="0">
    <w:p w14:paraId="475CFE97" w14:textId="77777777" w:rsidR="00002A8C" w:rsidRDefault="00002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57D9A8F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 xml:space="preserve">elementhoogte </w:t>
    </w:r>
    <w:r w:rsidR="009E6FFA">
      <w:rPr>
        <w:rFonts w:ascii="Arial" w:hAnsi="Arial"/>
        <w:b/>
      </w:rPr>
      <w:t>8</w:t>
    </w:r>
    <w:r w:rsidR="00DF55D4">
      <w:rPr>
        <w:rFonts w:ascii="Arial" w:hAnsi="Arial"/>
        <w:b/>
      </w:rPr>
      <w:t>2</w:t>
    </w:r>
    <w:r w:rsidR="007B46A7">
      <w:rPr>
        <w:rFonts w:ascii="Arial" w:hAnsi="Arial"/>
        <w:b/>
      </w:rPr>
      <w:t xml:space="preserve">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</w:t>
    </w:r>
    <w:r w:rsidR="00DF55D4">
      <w:rPr>
        <w:rFonts w:ascii="Arial" w:hAnsi="Arial"/>
        <w:b/>
      </w:rPr>
      <w:t>1</w:t>
    </w:r>
    <w:r w:rsidR="009E6FFA">
      <w:rPr>
        <w:rFonts w:ascii="Arial" w:hAnsi="Arial"/>
        <w:b/>
      </w:rPr>
      <w:t>5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1892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65FA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6FFA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6C8D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266AD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5D4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29E8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2C673B-58D4-4E59-9C84-AD353289E363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2</Pages>
  <Words>332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2023-12-05T12:48:00Z</dcterms:created>
  <dcterms:modified xsi:type="dcterms:W3CDTF">2023-12-05T12:50:00Z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